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DAC" w:rsidRPr="00AF0018" w:rsidRDefault="00984DAC" w:rsidP="00AF0018">
      <w:pPr>
        <w:ind w:firstLine="720"/>
        <w:jc w:val="center"/>
        <w:rPr>
          <w:b/>
          <w:sz w:val="36"/>
          <w:szCs w:val="36"/>
        </w:rPr>
      </w:pPr>
      <w:r w:rsidRPr="00AF0018">
        <w:rPr>
          <w:b/>
          <w:sz w:val="36"/>
          <w:szCs w:val="36"/>
        </w:rPr>
        <w:t>Module 1 Reflection</w:t>
      </w:r>
    </w:p>
    <w:p w:rsidR="00984DAC" w:rsidRDefault="00984DAC" w:rsidP="00DC06D5">
      <w:pPr>
        <w:ind w:firstLine="720"/>
      </w:pPr>
    </w:p>
    <w:p w:rsidR="00984DAC" w:rsidRDefault="00984DAC" w:rsidP="00AF0018">
      <w:r>
        <w:t>1.</w:t>
      </w:r>
      <w:r>
        <w:tab/>
        <w:t xml:space="preserve"> As a future educator I believe every skill written in this book is important but I have my top four favorite skills. First is that you should have a good skill in communication because through this expertise you would be able to converse thoroughly with your students. Another skill is the ability to have a critical system and systems thinking because as a teacher you should have a vast knowledge about different things because your students will always assume that you know better than they do. Also as a teacher you should be able to present your lessons in an enticing way. You should be creative in sharing new ideas to your students so will really need your creativity and intellectual curiosity skills in order for you to respond effectively to your students queries. You should also be well informed with the present happenings in the society. Information and Media Literacy skills are needed in order for you to create information regarding with the assigned topic. </w:t>
      </w:r>
    </w:p>
    <w:p w:rsidR="00984DAC" w:rsidRDefault="00984DAC" w:rsidP="00DC06D5">
      <w:pPr>
        <w:ind w:firstLine="720"/>
      </w:pPr>
    </w:p>
    <w:p w:rsidR="00984DAC" w:rsidRDefault="00984DAC" w:rsidP="00AF0018">
      <w:r>
        <w:t xml:space="preserve">2. </w:t>
      </w:r>
      <w:r>
        <w:tab/>
        <w:t>When I shifted to my new course I do not know anybody but I was confident enough that I will be able to meet new friends and I am correct. I met Eloisa Torregosa aka “Eloida” and Sharifa Abdul aka “Charita”.  Sharifa, one of my new found friend has the skill for social responsibility. She’s really good in reminding me and Eloida the things we need to do in our other subjects. She displays a very good ethical behavior whenever we are facing serious tasks. In the other hand, Eloida has the skill in identifying, formulating and solving problems. I can say that my new friends are very dear to me not just because they are good with their craft but also they make me feel blissful when I am with them. Having a support group within the big group is definitely helping us in coping up with our lessons.</w:t>
      </w:r>
    </w:p>
    <w:p w:rsidR="00984DAC" w:rsidRPr="00AE0AF4" w:rsidRDefault="00984DAC" w:rsidP="00DC06D5">
      <w:pPr>
        <w:ind w:firstLine="720"/>
      </w:pPr>
    </w:p>
    <w:sectPr w:rsidR="00984DAC" w:rsidRPr="00AE0AF4" w:rsidSect="004B4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0AF4"/>
    <w:rsid w:val="00390854"/>
    <w:rsid w:val="00391C8B"/>
    <w:rsid w:val="00474805"/>
    <w:rsid w:val="004B4CEA"/>
    <w:rsid w:val="005B7E2E"/>
    <w:rsid w:val="008A3B3D"/>
    <w:rsid w:val="008B5CF5"/>
    <w:rsid w:val="00984DAC"/>
    <w:rsid w:val="00AE0AF4"/>
    <w:rsid w:val="00AF0018"/>
    <w:rsid w:val="00C771D9"/>
    <w:rsid w:val="00DC06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CEA"/>
    <w:pPr>
      <w:spacing w:after="200" w:line="276" w:lineRule="auto"/>
    </w:pPr>
  </w:style>
  <w:style w:type="paragraph" w:styleId="Heading1">
    <w:name w:val="heading 1"/>
    <w:basedOn w:val="Normal"/>
    <w:next w:val="Normal"/>
    <w:link w:val="Heading1Char"/>
    <w:uiPriority w:val="99"/>
    <w:qFormat/>
    <w:rsid w:val="00AE0AF4"/>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0AF4"/>
    <w:rPr>
      <w:rFonts w:ascii="Cambria" w:hAnsi="Cambria" w:cs="Times New Roman"/>
      <w:b/>
      <w:bCs/>
      <w:color w:val="365F91"/>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270</Words>
  <Characters>1542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Reflection</dc:title>
  <dc:subject/>
  <dc:creator>WinXp</dc:creator>
  <cp:keywords/>
  <dc:description/>
  <cp:lastModifiedBy>Student</cp:lastModifiedBy>
  <cp:revision>2</cp:revision>
  <dcterms:created xsi:type="dcterms:W3CDTF">2012-07-05T14:45:00Z</dcterms:created>
  <dcterms:modified xsi:type="dcterms:W3CDTF">2012-07-05T14:45:00Z</dcterms:modified>
</cp:coreProperties>
</file>